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042CC1" w:rsidRDefault="00042CC1" w:rsidP="00042CC1">
      <w:pPr>
        <w:pStyle w:val="ConsPlusNormal"/>
        <w:jc w:val="center"/>
      </w:pPr>
      <w:r>
        <w:t>ИНФОРМАЦИЯ</w:t>
      </w:r>
    </w:p>
    <w:p w:rsidR="00042CC1" w:rsidRDefault="00042CC1" w:rsidP="00042CC1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310"/>
        <w:gridCol w:w="1418"/>
      </w:tblGrid>
      <w:tr w:rsidR="00042CC1" w:rsidTr="00F37886">
        <w:tc>
          <w:tcPr>
            <w:tcW w:w="8000" w:type="dxa"/>
            <w:gridSpan w:val="4"/>
            <w:tcBorders>
              <w:top w:val="nil"/>
              <w:left w:val="nil"/>
              <w:bottom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Коды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по состоянию</w:t>
            </w:r>
          </w:p>
          <w:p w:rsidR="00042CC1" w:rsidRDefault="00042CC1" w:rsidP="00AD558D">
            <w:pPr>
              <w:pStyle w:val="ConsPlusNormal"/>
              <w:jc w:val="center"/>
            </w:pPr>
            <w:r>
              <w:t>на "</w:t>
            </w:r>
            <w:r w:rsidR="00AD558D">
              <w:t>01</w:t>
            </w:r>
            <w:r>
              <w:t>"</w:t>
            </w:r>
            <w:r w:rsidR="009200A5">
              <w:t xml:space="preserve"> </w:t>
            </w:r>
            <w:r w:rsidR="00AD558D">
              <w:t>апреля</w:t>
            </w:r>
            <w:r>
              <w:t xml:space="preserve"> 20</w:t>
            </w:r>
            <w:r w:rsidR="009200A5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AD558D" w:rsidP="00AD558D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01.04.2025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9200A5" w:rsidRDefault="00AD558D" w:rsidP="00AD558D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22.04.2025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финанс</w:t>
            </w:r>
            <w:r>
              <w:t>о</w:t>
            </w:r>
            <w:r>
              <w:t>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  <w:p w:rsidR="00417C0A" w:rsidRDefault="00417C0A" w:rsidP="00417C0A">
            <w:pPr>
              <w:pStyle w:val="ConsPlusNormal"/>
            </w:pPr>
            <w:r>
              <w:t>Комитет по финансам, нал</w:t>
            </w:r>
            <w:r>
              <w:t>о</w:t>
            </w:r>
            <w:r>
              <w:t>говой и кредитной политике Администрации города Ру</w:t>
            </w:r>
            <w:r>
              <w:t>б</w:t>
            </w:r>
            <w:r>
              <w:t>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по Сво</w:t>
            </w:r>
            <w:r>
              <w:t>д</w:t>
            </w:r>
            <w:r>
              <w:t>ному ре</w:t>
            </w:r>
            <w:r>
              <w:t>е</w:t>
            </w:r>
            <w:r>
              <w:t>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580E71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03173000690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417C0A" w:rsidP="00417C0A">
            <w:pPr>
              <w:pStyle w:val="ConsPlusNormal"/>
              <w:jc w:val="both"/>
            </w:pPr>
            <w:r w:rsidRPr="00417C0A">
              <w:t>Муниципальная программа "Развитие физической кул</w:t>
            </w:r>
            <w:r w:rsidRPr="00417C0A">
              <w:t>ь</w:t>
            </w:r>
            <w:r w:rsidRPr="00417C0A">
              <w:t>туры и спорта в городе Ру</w:t>
            </w:r>
            <w:r w:rsidRPr="00417C0A">
              <w:t>б</w:t>
            </w:r>
            <w:r w:rsidRPr="00417C0A">
              <w:t>цовске"</w:t>
            </w:r>
            <w:r>
              <w:t xml:space="preserve">. </w:t>
            </w:r>
            <w:r w:rsidR="00BE19F9" w:rsidRPr="00BE19F9">
              <w:t>Подпрограмма "Развитие спортивных кл</w:t>
            </w:r>
            <w:r w:rsidR="00BE19F9" w:rsidRPr="00BE19F9">
              <w:t>у</w:t>
            </w:r>
            <w:r w:rsidR="00BE19F9" w:rsidRPr="00BE19F9">
              <w:t>бов в городе Рубцовске"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6F6E13" w:rsidRDefault="006F6E13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 w:rsidRPr="006F6E13">
              <w:rPr>
                <w:sz w:val="16"/>
                <w:szCs w:val="16"/>
              </w:rPr>
              <w:t>25</w:t>
            </w:r>
            <w:r w:rsidR="00BE19F9">
              <w:rPr>
                <w:sz w:val="16"/>
                <w:szCs w:val="16"/>
              </w:rPr>
              <w:t>3</w:t>
            </w:r>
            <w:r w:rsidRPr="006F6E13">
              <w:rPr>
                <w:sz w:val="16"/>
                <w:szCs w:val="16"/>
              </w:rPr>
              <w:t>00Р6099</w:t>
            </w:r>
          </w:p>
        </w:tc>
      </w:tr>
      <w:tr w:rsidR="00042CC1" w:rsidTr="00580E71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Проведение спортивно-массовых мероприятий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F37886" w:rsidRDefault="006F6E13" w:rsidP="00BE19F9">
            <w:pPr>
              <w:pStyle w:val="ConsPlusNormal"/>
              <w:jc w:val="center"/>
              <w:rPr>
                <w:sz w:val="12"/>
                <w:szCs w:val="12"/>
              </w:rPr>
            </w:pPr>
            <w:r w:rsidRPr="00F37886">
              <w:rPr>
                <w:sz w:val="12"/>
                <w:szCs w:val="12"/>
              </w:rPr>
              <w:t>057 11</w:t>
            </w:r>
            <w:r w:rsidR="00F37886" w:rsidRPr="00F37886">
              <w:rPr>
                <w:sz w:val="12"/>
                <w:szCs w:val="12"/>
              </w:rPr>
              <w:t>0</w:t>
            </w:r>
            <w:r w:rsidR="00BE19F9">
              <w:rPr>
                <w:sz w:val="12"/>
                <w:szCs w:val="12"/>
              </w:rPr>
              <w:t>1</w:t>
            </w:r>
            <w:r w:rsidR="00F37886" w:rsidRPr="00F37886">
              <w:rPr>
                <w:sz w:val="12"/>
                <w:szCs w:val="12"/>
              </w:rPr>
              <w:t>25</w:t>
            </w:r>
            <w:r w:rsidR="00BE19F9">
              <w:rPr>
                <w:sz w:val="12"/>
                <w:szCs w:val="12"/>
              </w:rPr>
              <w:t>3</w:t>
            </w:r>
            <w:r w:rsidR="00F37886" w:rsidRPr="00F37886">
              <w:rPr>
                <w:sz w:val="12"/>
                <w:szCs w:val="12"/>
              </w:rPr>
              <w:t>00Р6099612</w:t>
            </w:r>
          </w:p>
        </w:tc>
      </w:tr>
      <w:tr w:rsidR="00042CC1" w:rsidTr="00F3788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Default="00042CC1" w:rsidP="007954E0">
            <w:pPr>
              <w:pStyle w:val="ConsPlusNormal"/>
            </w:pP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042CC1" w:rsidRDefault="00042CC1" w:rsidP="00042CC1">
      <w:pPr>
        <w:pStyle w:val="ConsPlusNormal"/>
        <w:jc w:val="center"/>
      </w:pPr>
      <w:r>
        <w:t>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276"/>
      </w:tblGrid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Колич</w:t>
            </w:r>
            <w:r>
              <w:t>е</w:t>
            </w:r>
            <w:r>
              <w:t xml:space="preserve">ство </w:t>
            </w:r>
            <w:hyperlink w:anchor="P1361" w:tooltip="&lt;4&gt; Количество контрольных точек в графе 3 раздела I настоящего приложения:">
              <w:r>
                <w:rPr>
                  <w:color w:val="0000FF"/>
                </w:rPr>
                <w:t>&lt;4&gt;</w:t>
              </w:r>
            </w:hyperlink>
          </w:p>
        </w:tc>
      </w:tr>
      <w:tr w:rsidR="00042CC1" w:rsidTr="006F6E13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2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X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достигнутые в отчетном периоде контрольные точки, в том числе:</w:t>
            </w:r>
          </w:p>
        </w:tc>
        <w:tc>
          <w:tcPr>
            <w:tcW w:w="1276" w:type="dxa"/>
          </w:tcPr>
          <w:p w:rsidR="00042CC1" w:rsidRDefault="00BE19F9" w:rsidP="007954E0">
            <w:pPr>
              <w:pStyle w:val="ConsPlusNormal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BE19F9" w:rsidP="007954E0">
            <w:pPr>
              <w:pStyle w:val="ConsPlusNormal"/>
            </w:pPr>
            <w:r>
              <w:t>3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</w:t>
            </w:r>
            <w:proofErr w:type="gramEnd"/>
            <w:r>
              <w:t xml:space="preserve"> с нарушением установленных сроков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 до наступления срока</w:t>
            </w:r>
            <w:proofErr w:type="gramEnd"/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достигнутые в периодах, предшествующих </w:t>
            </w:r>
            <w:proofErr w:type="gramStart"/>
            <w:r>
              <w:t>отчетному</w:t>
            </w:r>
            <w:proofErr w:type="gramEnd"/>
            <w:r>
              <w:t>, контрольные точки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lastRenderedPageBreak/>
              <w:t>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недостигнутые контрольные точки, в том числе:</w:t>
            </w:r>
          </w:p>
        </w:tc>
        <w:tc>
          <w:tcPr>
            <w:tcW w:w="1276" w:type="dxa"/>
          </w:tcPr>
          <w:p w:rsidR="00042CC1" w:rsidRDefault="00BE19F9" w:rsidP="007954E0">
            <w:pPr>
              <w:pStyle w:val="ConsPlusNormal"/>
            </w:pPr>
            <w:r>
              <w:t>2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наступил в периодах, предшес</w:t>
            </w:r>
            <w:r>
              <w:t>т</w:t>
            </w:r>
            <w:r>
              <w:t>вующих отчетному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276" w:type="dxa"/>
          </w:tcPr>
          <w:p w:rsidR="00042CC1" w:rsidRDefault="00BE19F9" w:rsidP="007954E0">
            <w:pPr>
              <w:pStyle w:val="ConsPlusNormal"/>
            </w:pPr>
            <w:r>
              <w:t>2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отсутствием отклонений от плановых сроков их дост</w:t>
            </w:r>
            <w:r>
              <w:t>и</w:t>
            </w:r>
            <w:r>
              <w:t>жения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6F6E13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наличием отклонений от плановых сроков их достиж</w:t>
            </w:r>
            <w:r>
              <w:t>е</w:t>
            </w:r>
            <w:r>
              <w:t>ния</w:t>
            </w:r>
          </w:p>
        </w:tc>
        <w:tc>
          <w:tcPr>
            <w:tcW w:w="1276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042CC1" w:rsidRDefault="00042CC1" w:rsidP="00042CC1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  <w:sectPr w:rsidR="00042CC1" w:rsidSect="006F6E13">
          <w:headerReference w:type="default" r:id="rId8"/>
          <w:pgSz w:w="11906" w:h="16840"/>
          <w:pgMar w:top="1134" w:right="850" w:bottom="1134" w:left="1701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"/>
        <w:gridCol w:w="942"/>
        <w:gridCol w:w="942"/>
        <w:gridCol w:w="942"/>
        <w:gridCol w:w="857"/>
        <w:gridCol w:w="454"/>
        <w:gridCol w:w="735"/>
        <w:gridCol w:w="793"/>
        <w:gridCol w:w="735"/>
        <w:gridCol w:w="793"/>
        <w:gridCol w:w="793"/>
        <w:gridCol w:w="826"/>
        <w:gridCol w:w="595"/>
        <w:gridCol w:w="1385"/>
        <w:gridCol w:w="976"/>
        <w:gridCol w:w="1125"/>
        <w:gridCol w:w="820"/>
        <w:gridCol w:w="820"/>
      </w:tblGrid>
      <w:tr w:rsidR="00042CC1" w:rsidTr="004775AC">
        <w:tc>
          <w:tcPr>
            <w:tcW w:w="73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lastRenderedPageBreak/>
              <w:t>П</w:t>
            </w:r>
            <w:r>
              <w:t>о</w:t>
            </w:r>
            <w:r>
              <w:t>луч</w:t>
            </w:r>
            <w:r>
              <w:t>а</w:t>
            </w:r>
            <w:r>
              <w:t>тель су</w:t>
            </w:r>
            <w:r>
              <w:t>б</w:t>
            </w:r>
            <w:r>
              <w:t>с</w:t>
            </w:r>
            <w:r>
              <w:t>и</w:t>
            </w:r>
            <w:r>
              <w:t>дии</w:t>
            </w:r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имен</w:t>
            </w:r>
            <w:r>
              <w:t>о</w:t>
            </w:r>
            <w:r>
              <w:t>вания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Код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Тип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31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75" w:type="dxa"/>
            <w:gridSpan w:val="6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98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Срок достиж</w:t>
            </w:r>
            <w:r>
              <w:t>е</w:t>
            </w:r>
            <w:r>
              <w:t>ния результата предоставления субсидии, ко</w:t>
            </w:r>
            <w:r>
              <w:t>н</w:t>
            </w:r>
            <w:r>
              <w:t xml:space="preserve">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0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Размер субсидии, подлежащей предоставлению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Объем обяз</w:t>
            </w:r>
            <w:r>
              <w:t>а</w:t>
            </w:r>
            <w:r>
              <w:t>тельств, пр</w:t>
            </w:r>
            <w:r>
              <w:t>и</w:t>
            </w:r>
            <w:r>
              <w:t>нятых в ц</w:t>
            </w:r>
            <w:r>
              <w:t>е</w:t>
            </w:r>
            <w:r>
              <w:t>лях достиж</w:t>
            </w:r>
            <w:r>
              <w:t>е</w:t>
            </w:r>
            <w:r>
              <w:t>ния резул</w:t>
            </w:r>
            <w:r>
              <w:t>ь</w:t>
            </w:r>
            <w:r>
              <w:t>татов пр</w:t>
            </w:r>
            <w:r>
              <w:t>е</w:t>
            </w:r>
            <w:r>
              <w:t>доставления субсидии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85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</w:t>
            </w:r>
            <w:r>
              <w:t>е</w:t>
            </w:r>
            <w:r>
              <w:t>нов</w:t>
            </w:r>
            <w:r>
              <w:t>а</w:t>
            </w:r>
            <w:r>
              <w:t>ние</w:t>
            </w:r>
          </w:p>
        </w:tc>
        <w:tc>
          <w:tcPr>
            <w:tcW w:w="454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79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пр</w:t>
            </w:r>
            <w:r>
              <w:t>о</w:t>
            </w:r>
            <w:r>
              <w:t>гно</w:t>
            </w:r>
            <w:r>
              <w:t>з</w:t>
            </w:r>
            <w:r>
              <w:t>ное</w:t>
            </w:r>
            <w:proofErr w:type="gramEnd"/>
            <w:r>
              <w:t xml:space="preserve">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82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 ра</w:t>
            </w:r>
            <w:r>
              <w:t>с</w:t>
            </w:r>
            <w:r>
              <w:t>пр</w:t>
            </w:r>
            <w:r>
              <w:t>е</w:t>
            </w:r>
            <w:r>
              <w:t>дел</w:t>
            </w:r>
            <w:r>
              <w:t>е</w:t>
            </w:r>
            <w:r>
              <w:t>но</w:t>
            </w:r>
          </w:p>
        </w:tc>
        <w:tc>
          <w:tcPr>
            <w:tcW w:w="59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план</w:t>
            </w:r>
            <w:r>
              <w:t>о</w:t>
            </w:r>
            <w:r>
              <w:t>вая</w:t>
            </w:r>
          </w:p>
        </w:tc>
        <w:tc>
          <w:tcPr>
            <w:tcW w:w="138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</w:t>
            </w:r>
            <w:r>
              <w:t>е</w:t>
            </w:r>
            <w:r>
              <w:t>ская/прогнозная</w:t>
            </w:r>
          </w:p>
        </w:tc>
        <w:tc>
          <w:tcPr>
            <w:tcW w:w="97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 по п</w:t>
            </w:r>
            <w:r>
              <w:t>о</w:t>
            </w:r>
            <w:r>
              <w:t>луч</w:t>
            </w:r>
            <w:r>
              <w:t>а</w:t>
            </w:r>
            <w:r>
              <w:t>телям субс</w:t>
            </w:r>
            <w:r>
              <w:t>и</w:t>
            </w:r>
            <w:r>
              <w:t>дии, руб.</w:t>
            </w:r>
          </w:p>
        </w:tc>
        <w:tc>
          <w:tcPr>
            <w:tcW w:w="112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д</w:t>
            </w:r>
            <w:r>
              <w:t>е</w:t>
            </w:r>
            <w:r>
              <w:t>не</w:t>
            </w:r>
            <w:r>
              <w:t>ж</w:t>
            </w:r>
            <w:r>
              <w:t>ных 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</w:tr>
      <w:tr w:rsidR="00042CC1" w:rsidTr="004775AC">
        <w:tc>
          <w:tcPr>
            <w:tcW w:w="73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4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9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18</w:t>
            </w:r>
          </w:p>
        </w:tc>
      </w:tr>
      <w:tr w:rsidR="00042CC1" w:rsidTr="004775AC">
        <w:tc>
          <w:tcPr>
            <w:tcW w:w="1673" w:type="dxa"/>
            <w:gridSpan w:val="2"/>
            <w:vAlign w:val="center"/>
          </w:tcPr>
          <w:p w:rsidR="00042CC1" w:rsidRDefault="00042CC1" w:rsidP="007954E0">
            <w:pPr>
              <w:pStyle w:val="ConsPlusNormal"/>
              <w:jc w:val="center"/>
            </w:pPr>
            <w:r>
              <w:t>Результат предоставл</w:t>
            </w:r>
            <w:r>
              <w:t>е</w:t>
            </w:r>
            <w:r>
              <w:t>ния субсидии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7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 w:rsidRPr="00F37886"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64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5" w:type="dxa"/>
            <w:vAlign w:val="center"/>
          </w:tcPr>
          <w:p w:rsidR="00042CC1" w:rsidRPr="00F37886" w:rsidRDefault="00F37886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93" w:type="dxa"/>
            <w:vAlign w:val="center"/>
          </w:tcPr>
          <w:p w:rsidR="00042CC1" w:rsidRPr="00F37886" w:rsidRDefault="00F37886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  <w:vAlign w:val="center"/>
          </w:tcPr>
          <w:p w:rsidR="00042CC1" w:rsidRPr="00F37886" w:rsidRDefault="00BE19F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3" w:type="dxa"/>
            <w:vAlign w:val="center"/>
          </w:tcPr>
          <w:p w:rsidR="00042CC1" w:rsidRPr="00F37886" w:rsidRDefault="00BE19F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3" w:type="dxa"/>
            <w:vAlign w:val="center"/>
          </w:tcPr>
          <w:p w:rsidR="00042CC1" w:rsidRPr="00F37886" w:rsidRDefault="00BE19F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6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-</w:t>
            </w:r>
          </w:p>
        </w:tc>
        <w:tc>
          <w:tcPr>
            <w:tcW w:w="59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138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976" w:type="dxa"/>
            <w:vAlign w:val="center"/>
          </w:tcPr>
          <w:p w:rsidR="00042CC1" w:rsidRPr="00F37886" w:rsidRDefault="00BE19F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450000,00</w:t>
            </w:r>
          </w:p>
        </w:tc>
        <w:tc>
          <w:tcPr>
            <w:tcW w:w="112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Х</w:t>
            </w:r>
          </w:p>
        </w:tc>
        <w:tc>
          <w:tcPr>
            <w:tcW w:w="820" w:type="dxa"/>
            <w:vAlign w:val="center"/>
          </w:tcPr>
          <w:p w:rsidR="00042CC1" w:rsidRPr="00F37886" w:rsidRDefault="00BE19F9" w:rsidP="00F37886">
            <w:pPr>
              <w:pStyle w:val="ConsPlusNormal"/>
              <w:ind w:left="-37" w:right="-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1949,00</w:t>
            </w:r>
          </w:p>
        </w:tc>
        <w:tc>
          <w:tcPr>
            <w:tcW w:w="820" w:type="dxa"/>
            <w:vAlign w:val="center"/>
          </w:tcPr>
          <w:p w:rsidR="00042CC1" w:rsidRPr="00F37886" w:rsidRDefault="00BE19F9" w:rsidP="00F37886">
            <w:pPr>
              <w:pStyle w:val="ConsPlusNormal"/>
              <w:ind w:left="-31" w:right="-28"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1949,00</w:t>
            </w:r>
          </w:p>
        </w:tc>
      </w:tr>
      <w:tr w:rsidR="004775AC" w:rsidTr="004775AC">
        <w:tc>
          <w:tcPr>
            <w:tcW w:w="731" w:type="dxa"/>
            <w:vMerge w:val="restart"/>
            <w:vAlign w:val="center"/>
          </w:tcPr>
          <w:p w:rsidR="004775AC" w:rsidRDefault="00BE19F9" w:rsidP="00F37886">
            <w:pPr>
              <w:pStyle w:val="ConsPlusNormal"/>
              <w:ind w:left="-50" w:right="-20"/>
            </w:pPr>
            <w:proofErr w:type="spellStart"/>
            <w:r>
              <w:rPr>
                <w:sz w:val="16"/>
                <w:szCs w:val="16"/>
              </w:rPr>
              <w:t>МБУ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«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/к «Торп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до»</w:t>
            </w:r>
          </w:p>
        </w:tc>
        <w:tc>
          <w:tcPr>
            <w:tcW w:w="942" w:type="dxa"/>
            <w:vAlign w:val="center"/>
          </w:tcPr>
          <w:p w:rsidR="004775AC" w:rsidRPr="00F37886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lastRenderedPageBreak/>
              <w:t xml:space="preserve">Результат </w:t>
            </w:r>
            <w:r w:rsidRPr="00F37886">
              <w:rPr>
                <w:sz w:val="16"/>
                <w:szCs w:val="16"/>
              </w:rPr>
              <w:lastRenderedPageBreak/>
              <w:t>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проведение спортивно-массовых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тий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6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450000,00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BE19F9" w:rsidP="004775AC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1949,00</w:t>
            </w:r>
          </w:p>
        </w:tc>
        <w:tc>
          <w:tcPr>
            <w:tcW w:w="820" w:type="dxa"/>
            <w:vAlign w:val="center"/>
          </w:tcPr>
          <w:p w:rsidR="004775AC" w:rsidRPr="004775AC" w:rsidRDefault="00BE19F9" w:rsidP="0020631E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1949,00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Контрол</w:t>
            </w:r>
            <w:r w:rsidRPr="00F37886">
              <w:rPr>
                <w:sz w:val="16"/>
                <w:szCs w:val="16"/>
              </w:rPr>
              <w:t>ь</w:t>
            </w:r>
            <w:r w:rsidRPr="00F37886">
              <w:rPr>
                <w:sz w:val="16"/>
                <w:szCs w:val="16"/>
              </w:rPr>
              <w:t>ная точка:</w:t>
            </w:r>
          </w:p>
          <w:p w:rsidR="004775AC" w:rsidRPr="00F37886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42" w:type="dxa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3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793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59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38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76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1125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4775AC" w:rsidRDefault="004775AC" w:rsidP="007954E0">
            <w:pPr>
              <w:pStyle w:val="ConsPlusNormal"/>
            </w:pPr>
          </w:p>
        </w:tc>
      </w:tr>
    </w:tbl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D8B" w:rsidRDefault="00AC1D8B">
      <w:r>
        <w:separator/>
      </w:r>
    </w:p>
  </w:endnote>
  <w:endnote w:type="continuationSeparator" w:id="0">
    <w:p w:rsidR="00AC1D8B" w:rsidRDefault="00AC1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5E6BFE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D8B" w:rsidRDefault="00AC1D8B">
      <w:r>
        <w:separator/>
      </w:r>
    </w:p>
  </w:footnote>
  <w:footnote w:type="continuationSeparator" w:id="0">
    <w:p w:rsidR="00AC1D8B" w:rsidRDefault="00AC1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5E6BFE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5E6BFE">
    <w:pPr>
      <w:pStyle w:val="a5"/>
      <w:jc w:val="right"/>
    </w:pPr>
    <w:fldSimple w:instr=" PAGE   \* MERGEFORMAT ">
      <w:r w:rsidR="00BE19F9">
        <w:rPr>
          <w:noProof/>
        </w:rPr>
        <w:t>5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E6BFE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1D8B"/>
    <w:rsid w:val="00AC30A5"/>
    <w:rsid w:val="00AC70D8"/>
    <w:rsid w:val="00AC7C6E"/>
    <w:rsid w:val="00AD411B"/>
    <w:rsid w:val="00AD4C0B"/>
    <w:rsid w:val="00AD5067"/>
    <w:rsid w:val="00AD558D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19F9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9A7BC-E39E-4900-B01E-102BD0A4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9</TotalTime>
  <Pages>5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5076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3</cp:revision>
  <cp:lastPrinted>2025-04-22T06:43:00Z</cp:lastPrinted>
  <dcterms:created xsi:type="dcterms:W3CDTF">2025-04-22T06:46:00Z</dcterms:created>
  <dcterms:modified xsi:type="dcterms:W3CDTF">2025-04-22T06:56:00Z</dcterms:modified>
</cp:coreProperties>
</file>